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F6DFB" w14:textId="77777777" w:rsidR="00DE5138" w:rsidRPr="00065364" w:rsidRDefault="00DE5138" w:rsidP="00DE5138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</w:rPr>
      </w:pPr>
    </w:p>
    <w:p w14:paraId="19AAF07B" w14:textId="77777777" w:rsidR="00DE5138" w:rsidRPr="00065364" w:rsidRDefault="00DE5138" w:rsidP="00DE5138">
      <w:pPr>
        <w:spacing w:line="276" w:lineRule="auto"/>
        <w:jc w:val="both"/>
        <w:rPr>
          <w:rFonts w:eastAsiaTheme="minorHAnsi"/>
          <w:sz w:val="22"/>
          <w:szCs w:val="22"/>
        </w:rPr>
      </w:pPr>
    </w:p>
    <w:p w14:paraId="0B6E3759" w14:textId="2F52FACF" w:rsidR="0063618A" w:rsidRDefault="0044241E" w:rsidP="0063618A">
      <w:pPr>
        <w:spacing w:line="276" w:lineRule="auto"/>
        <w:rPr>
          <w:rFonts w:eastAsiaTheme="minorHAnsi"/>
        </w:rPr>
      </w:pPr>
      <w:r>
        <w:rPr>
          <w:rFonts w:eastAsiaTheme="minorHAnsi"/>
        </w:rPr>
        <w:t>Õiguskantsleri Kantselei</w:t>
      </w:r>
      <w:r w:rsidR="0063618A" w:rsidRPr="0063618A">
        <w:rPr>
          <w:rFonts w:eastAsiaTheme="minorHAnsi"/>
        </w:rPr>
        <w:t xml:space="preserve"> </w:t>
      </w:r>
      <w:r w:rsidR="0063618A">
        <w:rPr>
          <w:rFonts w:eastAsiaTheme="minorHAnsi"/>
        </w:rPr>
        <w:tab/>
      </w:r>
      <w:r w:rsidR="0063618A">
        <w:rPr>
          <w:rFonts w:eastAsiaTheme="minorHAnsi"/>
        </w:rPr>
        <w:tab/>
      </w:r>
      <w:r w:rsidR="0063618A">
        <w:rPr>
          <w:rFonts w:eastAsiaTheme="minorHAnsi"/>
        </w:rPr>
        <w:tab/>
      </w:r>
      <w:r w:rsidR="0063618A">
        <w:rPr>
          <w:rFonts w:eastAsiaTheme="minorHAnsi"/>
        </w:rPr>
        <w:tab/>
      </w:r>
      <w:r w:rsidR="0063618A">
        <w:rPr>
          <w:rFonts w:eastAsiaTheme="minorHAnsi"/>
        </w:rPr>
        <w:t>Teie 0</w:t>
      </w:r>
      <w:r w:rsidR="0063618A">
        <w:t>2.02.2024 nr 7-5/231568/2400679</w:t>
      </w:r>
    </w:p>
    <w:p w14:paraId="4DD85E4C" w14:textId="2DADFB61" w:rsidR="00DE5138" w:rsidRPr="00861CE1" w:rsidRDefault="004D4D2D" w:rsidP="00DE5138">
      <w:pPr>
        <w:spacing w:line="276" w:lineRule="auto"/>
        <w:jc w:val="both"/>
        <w:rPr>
          <w:rFonts w:eastAsiaTheme="minorHAnsi"/>
        </w:rPr>
      </w:pPr>
      <w:r>
        <w:rPr>
          <w:rFonts w:eastAsiaTheme="minorHAnsi"/>
        </w:rPr>
        <w:t xml:space="preserve">                                                                                   </w:t>
      </w:r>
      <w:r w:rsidR="0063618A">
        <w:rPr>
          <w:rFonts w:eastAsiaTheme="minorHAnsi"/>
        </w:rPr>
        <w:t>Meie 22</w:t>
      </w:r>
      <w:r w:rsidR="0063618A" w:rsidRPr="00861CE1">
        <w:rPr>
          <w:rFonts w:eastAsiaTheme="minorHAnsi"/>
        </w:rPr>
        <w:t>.0</w:t>
      </w:r>
      <w:r w:rsidR="0063618A">
        <w:rPr>
          <w:rFonts w:eastAsiaTheme="minorHAnsi"/>
        </w:rPr>
        <w:t>3</w:t>
      </w:r>
      <w:r w:rsidR="0063618A" w:rsidRPr="00861CE1">
        <w:rPr>
          <w:rFonts w:eastAsiaTheme="minorHAnsi"/>
        </w:rPr>
        <w:t>.2024 nr 1-7/</w:t>
      </w:r>
      <w:r w:rsidR="006F7E4E">
        <w:rPr>
          <w:rFonts w:eastAsiaTheme="minorHAnsi"/>
        </w:rPr>
        <w:t>40-23</w:t>
      </w:r>
    </w:p>
    <w:p w14:paraId="00A66B9F" w14:textId="1FD50B80" w:rsidR="00DE5138" w:rsidRPr="00861CE1" w:rsidRDefault="0063618A" w:rsidP="0063618A">
      <w:pPr>
        <w:spacing w:line="276" w:lineRule="auto"/>
        <w:jc w:val="center"/>
        <w:rPr>
          <w:rFonts w:eastAsiaTheme="minorHAnsi"/>
        </w:rPr>
      </w:pPr>
      <w:r>
        <w:rPr>
          <w:rFonts w:eastAsiaTheme="minorHAnsi"/>
        </w:rPr>
        <w:t xml:space="preserve">                                              </w:t>
      </w:r>
    </w:p>
    <w:p w14:paraId="0B7B565B" w14:textId="77777777" w:rsidR="00DE5138" w:rsidRPr="00861CE1" w:rsidRDefault="00DE5138" w:rsidP="00DE5138">
      <w:pPr>
        <w:spacing w:line="276" w:lineRule="auto"/>
        <w:jc w:val="both"/>
        <w:rPr>
          <w:rFonts w:eastAsiaTheme="minorHAnsi"/>
        </w:rPr>
      </w:pPr>
      <w:r w:rsidRPr="00861CE1">
        <w:rPr>
          <w:rFonts w:eastAsiaTheme="minorHAnsi"/>
        </w:rPr>
        <w:tab/>
      </w:r>
    </w:p>
    <w:p w14:paraId="17F46E15" w14:textId="77777777" w:rsidR="006F7E4E" w:rsidRDefault="006F7E4E" w:rsidP="00DE5138">
      <w:pPr>
        <w:spacing w:line="276" w:lineRule="auto"/>
        <w:jc w:val="both"/>
        <w:rPr>
          <w:rFonts w:eastAsiaTheme="minorHAnsi"/>
          <w:b/>
          <w:bCs/>
        </w:rPr>
      </w:pPr>
    </w:p>
    <w:p w14:paraId="15AC9F41" w14:textId="069186FE" w:rsidR="00DE5138" w:rsidRPr="00861CE1" w:rsidRDefault="009238E7" w:rsidP="00DE5138">
      <w:pPr>
        <w:spacing w:line="276" w:lineRule="auto"/>
        <w:jc w:val="both"/>
        <w:rPr>
          <w:rFonts w:eastAsiaTheme="minorHAnsi"/>
          <w:b/>
          <w:bCs/>
        </w:rPr>
      </w:pPr>
      <w:r w:rsidRPr="009238E7">
        <w:rPr>
          <w:rFonts w:eastAsiaTheme="minorHAnsi"/>
          <w:b/>
          <w:bCs/>
        </w:rPr>
        <w:t>Laste ja noorte huvihariduse rahastamine</w:t>
      </w:r>
    </w:p>
    <w:p w14:paraId="5E43B3F4" w14:textId="77777777" w:rsidR="00DE5138" w:rsidRDefault="00DE5138" w:rsidP="00DE5138">
      <w:pPr>
        <w:spacing w:line="276" w:lineRule="auto"/>
        <w:jc w:val="both"/>
        <w:rPr>
          <w:rFonts w:eastAsiaTheme="minorHAnsi"/>
        </w:rPr>
      </w:pPr>
    </w:p>
    <w:p w14:paraId="717BD029" w14:textId="64FE7707" w:rsidR="008A730C" w:rsidRPr="00B0225B" w:rsidRDefault="00E45EAD" w:rsidP="00CC45F6">
      <w:pPr>
        <w:spacing w:line="276" w:lineRule="auto"/>
        <w:jc w:val="both"/>
        <w:rPr>
          <w:rFonts w:eastAsiaTheme="minorHAnsi"/>
        </w:rPr>
      </w:pPr>
      <w:r w:rsidRPr="00E45EAD">
        <w:rPr>
          <w:rFonts w:eastAsiaTheme="minorHAnsi"/>
        </w:rPr>
        <w:t>Palu</w:t>
      </w:r>
      <w:r w:rsidR="003A2022">
        <w:rPr>
          <w:rFonts w:eastAsiaTheme="minorHAnsi"/>
        </w:rPr>
        <w:t xml:space="preserve">site </w:t>
      </w:r>
      <w:r w:rsidR="00CC45F6">
        <w:rPr>
          <w:rFonts w:eastAsiaTheme="minorHAnsi"/>
        </w:rPr>
        <w:t xml:space="preserve">oma 02.02.2024 saadetud kirjas </w:t>
      </w:r>
      <w:r w:rsidR="004D5A1C" w:rsidRPr="00E45EAD">
        <w:rPr>
          <w:rFonts w:eastAsiaTheme="minorHAnsi"/>
        </w:rPr>
        <w:t xml:space="preserve">kohalikel omavalitsustel </w:t>
      </w:r>
      <w:r w:rsidR="00CC45F6" w:rsidRPr="00E45EAD">
        <w:rPr>
          <w:rFonts w:eastAsiaTheme="minorHAnsi"/>
        </w:rPr>
        <w:t xml:space="preserve">vastata </w:t>
      </w:r>
      <w:r w:rsidR="00CC45F6">
        <w:rPr>
          <w:rFonts w:eastAsiaTheme="minorHAnsi"/>
        </w:rPr>
        <w:t>kaheksale küsimusele</w:t>
      </w:r>
      <w:r w:rsidR="004D5A1C">
        <w:rPr>
          <w:rFonts w:eastAsiaTheme="minorHAnsi"/>
        </w:rPr>
        <w:t>, mis puudutasid laste ja noorte huvihariduse rahastamist. Samuti p</w:t>
      </w:r>
      <w:r w:rsidR="00CC45F6">
        <w:rPr>
          <w:rFonts w:eastAsiaTheme="minorHAnsi"/>
        </w:rPr>
        <w:t xml:space="preserve">alusite Eesti Linnade ja Valdade Liidul </w:t>
      </w:r>
      <w:r w:rsidR="008A730C" w:rsidRPr="008A730C">
        <w:rPr>
          <w:rFonts w:eastAsiaTheme="minorHAnsi"/>
        </w:rPr>
        <w:t>koonda</w:t>
      </w:r>
      <w:r w:rsidR="00CC45F6">
        <w:rPr>
          <w:rFonts w:eastAsiaTheme="minorHAnsi"/>
        </w:rPr>
        <w:t xml:space="preserve">da </w:t>
      </w:r>
      <w:r w:rsidR="008A730C" w:rsidRPr="008A730C">
        <w:rPr>
          <w:rFonts w:eastAsiaTheme="minorHAnsi"/>
        </w:rPr>
        <w:t>ja edasta</w:t>
      </w:r>
      <w:r w:rsidR="00CC45F6">
        <w:rPr>
          <w:rFonts w:eastAsiaTheme="minorHAnsi"/>
        </w:rPr>
        <w:t>da</w:t>
      </w:r>
      <w:r w:rsidR="008A730C" w:rsidRPr="008A730C">
        <w:rPr>
          <w:rFonts w:eastAsiaTheme="minorHAnsi"/>
        </w:rPr>
        <w:t xml:space="preserve"> kohalike omavalitsuste vastused</w:t>
      </w:r>
      <w:r w:rsidR="004D5A1C">
        <w:rPr>
          <w:rFonts w:eastAsiaTheme="minorHAnsi"/>
        </w:rPr>
        <w:t xml:space="preserve"> Õiguskants</w:t>
      </w:r>
      <w:r w:rsidR="0066689E">
        <w:rPr>
          <w:rFonts w:eastAsiaTheme="minorHAnsi"/>
        </w:rPr>
        <w:t>leri Kantseleile</w:t>
      </w:r>
      <w:r w:rsidR="00CC45F6">
        <w:rPr>
          <w:rFonts w:eastAsiaTheme="minorHAnsi"/>
        </w:rPr>
        <w:t>. Käesoleva kirja</w:t>
      </w:r>
      <w:r w:rsidR="002D5D44">
        <w:rPr>
          <w:rFonts w:eastAsiaTheme="minorHAnsi"/>
        </w:rPr>
        <w:t xml:space="preserve"> lisa</w:t>
      </w:r>
      <w:r w:rsidR="007F3903">
        <w:rPr>
          <w:rFonts w:eastAsiaTheme="minorHAnsi"/>
        </w:rPr>
        <w:t>na</w:t>
      </w:r>
      <w:r w:rsidR="00CC45F6">
        <w:rPr>
          <w:rFonts w:eastAsiaTheme="minorHAnsi"/>
        </w:rPr>
        <w:t xml:space="preserve"> saadab Eesti Linnade ja Valdade Liit </w:t>
      </w:r>
      <w:r w:rsidR="004D5A1C">
        <w:rPr>
          <w:rFonts w:eastAsiaTheme="minorHAnsi"/>
        </w:rPr>
        <w:t>omavalitsuste vastused</w:t>
      </w:r>
      <w:r w:rsidR="007B6A2A">
        <w:rPr>
          <w:rFonts w:eastAsiaTheme="minorHAnsi"/>
        </w:rPr>
        <w:t>.</w:t>
      </w:r>
    </w:p>
    <w:p w14:paraId="749FD1C5" w14:textId="77777777" w:rsidR="00DE5138" w:rsidRDefault="00DE5138" w:rsidP="00DE5138">
      <w:pPr>
        <w:spacing w:line="276" w:lineRule="auto"/>
        <w:jc w:val="both"/>
        <w:rPr>
          <w:rFonts w:eastAsiaTheme="minorHAnsi"/>
        </w:rPr>
      </w:pPr>
    </w:p>
    <w:p w14:paraId="323F6EA6" w14:textId="77777777" w:rsidR="00DE5138" w:rsidRPr="00861CE1" w:rsidRDefault="00DE5138" w:rsidP="00DE5138">
      <w:pPr>
        <w:spacing w:line="276" w:lineRule="auto"/>
        <w:jc w:val="both"/>
        <w:rPr>
          <w:rFonts w:eastAsiaTheme="minorHAnsi"/>
        </w:rPr>
      </w:pPr>
      <w:r w:rsidRPr="00861CE1">
        <w:rPr>
          <w:rFonts w:eastAsiaTheme="minorHAnsi"/>
        </w:rPr>
        <w:t>Lugupidamisega</w:t>
      </w:r>
    </w:p>
    <w:p w14:paraId="4684A85A" w14:textId="77777777" w:rsidR="00DE5138" w:rsidRPr="00861CE1" w:rsidRDefault="00DE5138" w:rsidP="00DE5138">
      <w:pPr>
        <w:spacing w:line="276" w:lineRule="auto"/>
        <w:jc w:val="both"/>
        <w:rPr>
          <w:rFonts w:eastAsiaTheme="minorHAnsi"/>
        </w:rPr>
      </w:pPr>
    </w:p>
    <w:p w14:paraId="6A3B5A90" w14:textId="77777777" w:rsidR="00DE5138" w:rsidRPr="00861CE1" w:rsidRDefault="00DE5138" w:rsidP="007B6A2A">
      <w:pPr>
        <w:jc w:val="both"/>
        <w:rPr>
          <w:rFonts w:eastAsiaTheme="minorHAnsi"/>
        </w:rPr>
      </w:pPr>
      <w:r w:rsidRPr="00861CE1">
        <w:rPr>
          <w:rFonts w:eastAsiaTheme="minorHAnsi"/>
        </w:rPr>
        <w:t>/allkirjastatud digitaalselt/</w:t>
      </w:r>
    </w:p>
    <w:p w14:paraId="020E264D" w14:textId="77777777" w:rsidR="00DE5138" w:rsidRPr="00861CE1" w:rsidRDefault="00DE5138" w:rsidP="007B6A2A">
      <w:pPr>
        <w:jc w:val="both"/>
        <w:rPr>
          <w:rFonts w:eastAsiaTheme="minorHAnsi"/>
        </w:rPr>
      </w:pPr>
      <w:r w:rsidRPr="00861CE1">
        <w:rPr>
          <w:rFonts w:eastAsiaTheme="minorHAnsi"/>
        </w:rPr>
        <w:t>Veikko Luhalaid</w:t>
      </w:r>
    </w:p>
    <w:p w14:paraId="73DFFF3B" w14:textId="77777777" w:rsidR="00DE5138" w:rsidRPr="00861CE1" w:rsidRDefault="00DE5138" w:rsidP="007B6A2A">
      <w:pPr>
        <w:jc w:val="both"/>
        <w:rPr>
          <w:rFonts w:eastAsiaTheme="minorHAnsi"/>
        </w:rPr>
      </w:pPr>
      <w:r w:rsidRPr="00861CE1">
        <w:rPr>
          <w:rFonts w:eastAsiaTheme="minorHAnsi"/>
        </w:rPr>
        <w:t>tegevdirektor</w:t>
      </w:r>
    </w:p>
    <w:p w14:paraId="734F8187" w14:textId="77777777" w:rsidR="00DE5138" w:rsidRPr="00861CE1" w:rsidRDefault="00DE5138" w:rsidP="007B6A2A">
      <w:pPr>
        <w:jc w:val="both"/>
        <w:rPr>
          <w:rFonts w:eastAsiaTheme="minorHAnsi"/>
        </w:rPr>
      </w:pPr>
      <w:r w:rsidRPr="00861CE1">
        <w:rPr>
          <w:rFonts w:eastAsiaTheme="minorHAnsi"/>
        </w:rPr>
        <w:t>Eesti Linnade ja Valdade Liit</w:t>
      </w:r>
    </w:p>
    <w:p w14:paraId="4C291BFE" w14:textId="77777777" w:rsidR="00DE5138" w:rsidRDefault="00DE5138" w:rsidP="00DE5138">
      <w:pPr>
        <w:spacing w:line="276" w:lineRule="auto"/>
        <w:jc w:val="both"/>
      </w:pPr>
    </w:p>
    <w:p w14:paraId="54C3A7BE" w14:textId="77777777" w:rsidR="00DE5138" w:rsidRDefault="00DE5138" w:rsidP="00DE5138">
      <w:pPr>
        <w:spacing w:line="276" w:lineRule="auto"/>
        <w:jc w:val="both"/>
      </w:pPr>
    </w:p>
    <w:p w14:paraId="31A1942C" w14:textId="77777777" w:rsidR="00DE5138" w:rsidRDefault="00DE5138" w:rsidP="00DE5138">
      <w:pPr>
        <w:spacing w:line="276" w:lineRule="auto"/>
        <w:jc w:val="both"/>
      </w:pPr>
    </w:p>
    <w:p w14:paraId="1C0ED14F" w14:textId="28EA4BDF" w:rsidR="00EB7374" w:rsidRDefault="004D5A1C" w:rsidP="00DE5138">
      <w:pPr>
        <w:spacing w:line="276" w:lineRule="auto"/>
        <w:jc w:val="both"/>
      </w:pPr>
      <w:r>
        <w:t>Lisa: Omavalitsuste vastused Õiguskantsleri Kantseleile</w:t>
      </w:r>
    </w:p>
    <w:p w14:paraId="0176A7D9" w14:textId="77777777" w:rsidR="00EB7374" w:rsidRDefault="00EB7374" w:rsidP="00DE5138">
      <w:pPr>
        <w:spacing w:line="276" w:lineRule="auto"/>
        <w:jc w:val="both"/>
      </w:pPr>
    </w:p>
    <w:p w14:paraId="57244BB8" w14:textId="5A07FA85" w:rsidR="0049496E" w:rsidRPr="00DE5138" w:rsidRDefault="0049496E" w:rsidP="00FF53DB">
      <w:pPr>
        <w:spacing w:line="276" w:lineRule="auto"/>
        <w:jc w:val="both"/>
      </w:pPr>
    </w:p>
    <w:sectPr w:rsidR="0049496E" w:rsidRPr="00DE5138" w:rsidSect="008D0B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444CA" w14:textId="77777777" w:rsidR="008D0B38" w:rsidRDefault="008D0B38" w:rsidP="00CC6F01">
      <w:r>
        <w:separator/>
      </w:r>
    </w:p>
  </w:endnote>
  <w:endnote w:type="continuationSeparator" w:id="0">
    <w:p w14:paraId="4756573D" w14:textId="77777777" w:rsidR="008D0B38" w:rsidRDefault="008D0B38" w:rsidP="00CC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43CA0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46166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89755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2FB26668" w14:textId="77777777" w:rsidR="00CC6F01" w:rsidRPr="00B35229" w:rsidRDefault="00A851FB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Lõkke 4</w:t>
    </w:r>
    <w:r w:rsidR="004B4032"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 w:rsidR="004B4032"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6A0F650B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</w:t>
    </w:r>
    <w:r w:rsidR="00A851FB">
      <w:rPr>
        <w:rFonts w:ascii="Calibri" w:hAnsi="Calibri" w:cs="Calibri"/>
        <w:color w:val="3B9CCD"/>
        <w:sz w:val="18"/>
        <w:szCs w:val="18"/>
      </w:rPr>
      <w:t>22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6BA438DA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18BA6" w14:textId="77777777" w:rsidR="008D0B38" w:rsidRDefault="008D0B38" w:rsidP="00CC6F01">
      <w:r>
        <w:separator/>
      </w:r>
    </w:p>
  </w:footnote>
  <w:footnote w:type="continuationSeparator" w:id="0">
    <w:p w14:paraId="79D7C764" w14:textId="77777777" w:rsidR="008D0B38" w:rsidRDefault="008D0B38" w:rsidP="00CC6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0D504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BD7B8" w14:textId="77777777" w:rsidR="00CC6F01" w:rsidRDefault="00CC6F01">
    <w:pPr>
      <w:pStyle w:val="Pis"/>
    </w:pPr>
  </w:p>
  <w:p w14:paraId="2BDF8CEE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D0326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5FD3C558" wp14:editId="5A46B5C8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C61F6"/>
    <w:multiLevelType w:val="hybridMultilevel"/>
    <w:tmpl w:val="2E7EF966"/>
    <w:lvl w:ilvl="0" w:tplc="7AFC89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516E0"/>
    <w:multiLevelType w:val="hybridMultilevel"/>
    <w:tmpl w:val="F26249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95C9F"/>
    <w:multiLevelType w:val="hybridMultilevel"/>
    <w:tmpl w:val="E2323C90"/>
    <w:lvl w:ilvl="0" w:tplc="F0EE5B5C">
      <w:start w:val="1"/>
      <w:numFmt w:val="decimal"/>
      <w:pStyle w:val="Loendilik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31273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86673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189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EC9"/>
    <w:rsid w:val="00000D62"/>
    <w:rsid w:val="00014158"/>
    <w:rsid w:val="0002267F"/>
    <w:rsid w:val="0003059F"/>
    <w:rsid w:val="00065364"/>
    <w:rsid w:val="00071B89"/>
    <w:rsid w:val="00082264"/>
    <w:rsid w:val="000900F3"/>
    <w:rsid w:val="00091744"/>
    <w:rsid w:val="00095FFC"/>
    <w:rsid w:val="000A6242"/>
    <w:rsid w:val="000D0BA3"/>
    <w:rsid w:val="000E77BA"/>
    <w:rsid w:val="00102702"/>
    <w:rsid w:val="0011051D"/>
    <w:rsid w:val="00134855"/>
    <w:rsid w:val="00156F72"/>
    <w:rsid w:val="00163599"/>
    <w:rsid w:val="0017046D"/>
    <w:rsid w:val="00170D0B"/>
    <w:rsid w:val="0018403B"/>
    <w:rsid w:val="001A5158"/>
    <w:rsid w:val="001A7B58"/>
    <w:rsid w:val="001E615D"/>
    <w:rsid w:val="001E7D0B"/>
    <w:rsid w:val="001F0CF8"/>
    <w:rsid w:val="001F3842"/>
    <w:rsid w:val="001F3AB2"/>
    <w:rsid w:val="0025332E"/>
    <w:rsid w:val="002538A3"/>
    <w:rsid w:val="0025396C"/>
    <w:rsid w:val="00255A8F"/>
    <w:rsid w:val="002873FE"/>
    <w:rsid w:val="002A3A29"/>
    <w:rsid w:val="002A772F"/>
    <w:rsid w:val="002B7CF2"/>
    <w:rsid w:val="002C3662"/>
    <w:rsid w:val="002C3AD7"/>
    <w:rsid w:val="002D5D44"/>
    <w:rsid w:val="002E50B2"/>
    <w:rsid w:val="002F40CC"/>
    <w:rsid w:val="003019DC"/>
    <w:rsid w:val="003266B3"/>
    <w:rsid w:val="0036575C"/>
    <w:rsid w:val="003747EA"/>
    <w:rsid w:val="00377B7D"/>
    <w:rsid w:val="0038004F"/>
    <w:rsid w:val="003A2022"/>
    <w:rsid w:val="003E281E"/>
    <w:rsid w:val="003E56A2"/>
    <w:rsid w:val="003E6A0F"/>
    <w:rsid w:val="003F07CD"/>
    <w:rsid w:val="004015E6"/>
    <w:rsid w:val="004039A4"/>
    <w:rsid w:val="004047B8"/>
    <w:rsid w:val="004153BD"/>
    <w:rsid w:val="00420943"/>
    <w:rsid w:val="004224B4"/>
    <w:rsid w:val="004333CF"/>
    <w:rsid w:val="0044241E"/>
    <w:rsid w:val="00446BC3"/>
    <w:rsid w:val="00455F5C"/>
    <w:rsid w:val="00474777"/>
    <w:rsid w:val="00476764"/>
    <w:rsid w:val="0049496E"/>
    <w:rsid w:val="004970EB"/>
    <w:rsid w:val="004A7404"/>
    <w:rsid w:val="004B4032"/>
    <w:rsid w:val="004C3AB2"/>
    <w:rsid w:val="004C4061"/>
    <w:rsid w:val="004D0239"/>
    <w:rsid w:val="004D4D2D"/>
    <w:rsid w:val="004D5A1C"/>
    <w:rsid w:val="004D6512"/>
    <w:rsid w:val="004E263B"/>
    <w:rsid w:val="004E3D82"/>
    <w:rsid w:val="004E7CB5"/>
    <w:rsid w:val="004F29F0"/>
    <w:rsid w:val="0051520B"/>
    <w:rsid w:val="00523251"/>
    <w:rsid w:val="00535A99"/>
    <w:rsid w:val="00557895"/>
    <w:rsid w:val="005649A3"/>
    <w:rsid w:val="00581D52"/>
    <w:rsid w:val="00583F05"/>
    <w:rsid w:val="0058408C"/>
    <w:rsid w:val="00590CCA"/>
    <w:rsid w:val="005A1E5C"/>
    <w:rsid w:val="005B51B7"/>
    <w:rsid w:val="005C4EC9"/>
    <w:rsid w:val="005E12A2"/>
    <w:rsid w:val="005E3E39"/>
    <w:rsid w:val="0063618A"/>
    <w:rsid w:val="00640DED"/>
    <w:rsid w:val="00643FEF"/>
    <w:rsid w:val="0066494B"/>
    <w:rsid w:val="00665ED7"/>
    <w:rsid w:val="0066689E"/>
    <w:rsid w:val="006A76B6"/>
    <w:rsid w:val="006F6B8B"/>
    <w:rsid w:val="006F7E4E"/>
    <w:rsid w:val="00700DA1"/>
    <w:rsid w:val="00707695"/>
    <w:rsid w:val="00714306"/>
    <w:rsid w:val="007363DA"/>
    <w:rsid w:val="00773943"/>
    <w:rsid w:val="007760FD"/>
    <w:rsid w:val="00784D5A"/>
    <w:rsid w:val="007B52FA"/>
    <w:rsid w:val="007B6A2A"/>
    <w:rsid w:val="007C102E"/>
    <w:rsid w:val="007E52C0"/>
    <w:rsid w:val="007F1DC6"/>
    <w:rsid w:val="007F3903"/>
    <w:rsid w:val="007F4F8F"/>
    <w:rsid w:val="00803D9B"/>
    <w:rsid w:val="0081042B"/>
    <w:rsid w:val="00813ECE"/>
    <w:rsid w:val="00814436"/>
    <w:rsid w:val="008478FD"/>
    <w:rsid w:val="00855807"/>
    <w:rsid w:val="00861CE1"/>
    <w:rsid w:val="008A4BA7"/>
    <w:rsid w:val="008A730C"/>
    <w:rsid w:val="008B1DFF"/>
    <w:rsid w:val="008D0B38"/>
    <w:rsid w:val="008E0D79"/>
    <w:rsid w:val="008E1202"/>
    <w:rsid w:val="0090036E"/>
    <w:rsid w:val="00902E5C"/>
    <w:rsid w:val="009238E7"/>
    <w:rsid w:val="009461A2"/>
    <w:rsid w:val="009563A4"/>
    <w:rsid w:val="009651F9"/>
    <w:rsid w:val="009707FC"/>
    <w:rsid w:val="009932E0"/>
    <w:rsid w:val="009A4CD6"/>
    <w:rsid w:val="009C24B1"/>
    <w:rsid w:val="009C4F08"/>
    <w:rsid w:val="009D64EB"/>
    <w:rsid w:val="009F6008"/>
    <w:rsid w:val="00A06BB4"/>
    <w:rsid w:val="00A31621"/>
    <w:rsid w:val="00A37C52"/>
    <w:rsid w:val="00A654BF"/>
    <w:rsid w:val="00A77531"/>
    <w:rsid w:val="00A851FB"/>
    <w:rsid w:val="00A9631F"/>
    <w:rsid w:val="00AC23B2"/>
    <w:rsid w:val="00AF45EA"/>
    <w:rsid w:val="00AF67A6"/>
    <w:rsid w:val="00B0225B"/>
    <w:rsid w:val="00B02321"/>
    <w:rsid w:val="00B23321"/>
    <w:rsid w:val="00B25E31"/>
    <w:rsid w:val="00B337F7"/>
    <w:rsid w:val="00B3704A"/>
    <w:rsid w:val="00B44B39"/>
    <w:rsid w:val="00B47F0E"/>
    <w:rsid w:val="00B55BD4"/>
    <w:rsid w:val="00B61D06"/>
    <w:rsid w:val="00B65E42"/>
    <w:rsid w:val="00BA0B86"/>
    <w:rsid w:val="00BA1BBD"/>
    <w:rsid w:val="00BB4162"/>
    <w:rsid w:val="00BC1A2E"/>
    <w:rsid w:val="00BC5426"/>
    <w:rsid w:val="00BE0EDB"/>
    <w:rsid w:val="00BF55A1"/>
    <w:rsid w:val="00BF72D1"/>
    <w:rsid w:val="00C05E14"/>
    <w:rsid w:val="00C168D4"/>
    <w:rsid w:val="00C175F0"/>
    <w:rsid w:val="00C511A4"/>
    <w:rsid w:val="00C56B8A"/>
    <w:rsid w:val="00C715A7"/>
    <w:rsid w:val="00C8109F"/>
    <w:rsid w:val="00C863E0"/>
    <w:rsid w:val="00C97769"/>
    <w:rsid w:val="00CB5190"/>
    <w:rsid w:val="00CB51FD"/>
    <w:rsid w:val="00CC45F6"/>
    <w:rsid w:val="00CC49DA"/>
    <w:rsid w:val="00CC6F01"/>
    <w:rsid w:val="00D02915"/>
    <w:rsid w:val="00D5160A"/>
    <w:rsid w:val="00D55A26"/>
    <w:rsid w:val="00DC5763"/>
    <w:rsid w:val="00DC672F"/>
    <w:rsid w:val="00DD192E"/>
    <w:rsid w:val="00DE5138"/>
    <w:rsid w:val="00E1071F"/>
    <w:rsid w:val="00E14E9C"/>
    <w:rsid w:val="00E15463"/>
    <w:rsid w:val="00E3527E"/>
    <w:rsid w:val="00E37249"/>
    <w:rsid w:val="00E45EAD"/>
    <w:rsid w:val="00E52B92"/>
    <w:rsid w:val="00E76386"/>
    <w:rsid w:val="00EB7374"/>
    <w:rsid w:val="00EC1A29"/>
    <w:rsid w:val="00ED2199"/>
    <w:rsid w:val="00EF0482"/>
    <w:rsid w:val="00F03472"/>
    <w:rsid w:val="00F325EA"/>
    <w:rsid w:val="00F462A5"/>
    <w:rsid w:val="00F549C0"/>
    <w:rsid w:val="00F61590"/>
    <w:rsid w:val="00F75EA5"/>
    <w:rsid w:val="00F80C38"/>
    <w:rsid w:val="00FA2B3F"/>
    <w:rsid w:val="00FA4781"/>
    <w:rsid w:val="00FD2663"/>
    <w:rsid w:val="00FE436B"/>
    <w:rsid w:val="00FF45FE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4D509"/>
  <w15:docId w15:val="{649B6B1D-B737-4505-9596-6B39B3CC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C4EC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character" w:customStyle="1" w:styleId="VahedetaMrk">
    <w:name w:val="Vahedeta Märk"/>
    <w:link w:val="Vahedeta"/>
    <w:uiPriority w:val="1"/>
    <w:locked/>
    <w:rsid w:val="005C4EC9"/>
    <w:rPr>
      <w:rFonts w:ascii="Calibri" w:eastAsia="Calibri" w:hAnsi="Calibri" w:cs="Times New Roman"/>
    </w:rPr>
  </w:style>
  <w:style w:type="paragraph" w:styleId="Vahedeta">
    <w:name w:val="No Spacing"/>
    <w:link w:val="VahedetaMrk"/>
    <w:uiPriority w:val="1"/>
    <w:qFormat/>
    <w:rsid w:val="005C4EC9"/>
    <w:pPr>
      <w:spacing w:after="0" w:line="240" w:lineRule="auto"/>
    </w:pPr>
    <w:rPr>
      <w:rFonts w:ascii="Calibri" w:eastAsia="Calibri" w:hAnsi="Calibri" w:cs="Times New Roman"/>
    </w:rPr>
  </w:style>
  <w:style w:type="paragraph" w:styleId="Loendilik">
    <w:name w:val="List Paragraph"/>
    <w:basedOn w:val="Normaallaad"/>
    <w:uiPriority w:val="34"/>
    <w:qFormat/>
    <w:rsid w:val="005C4EC9"/>
    <w:pPr>
      <w:numPr>
        <w:numId w:val="1"/>
      </w:numPr>
      <w:spacing w:after="180" w:line="300" w:lineRule="auto"/>
      <w:contextualSpacing/>
    </w:pPr>
    <w:rPr>
      <w:rFonts w:ascii="Arial" w:eastAsia="Times New Roman" w:hAnsi="Arial"/>
      <w:sz w:val="22"/>
    </w:rPr>
  </w:style>
  <w:style w:type="paragraph" w:customStyle="1" w:styleId="Default">
    <w:name w:val="Default"/>
    <w:rsid w:val="005C4E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AF45E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F45E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F45EA"/>
    <w:rPr>
      <w:rFonts w:ascii="Times New Roman" w:eastAsia="Calibri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F45E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F45EA"/>
    <w:rPr>
      <w:rFonts w:ascii="Times New Roman" w:eastAsia="Calibri" w:hAnsi="Times New Roman" w:cs="Times New Roman"/>
      <w:b/>
      <w:bCs/>
      <w:sz w:val="20"/>
      <w:szCs w:val="20"/>
    </w:rPr>
  </w:style>
  <w:style w:type="paragraph" w:styleId="Normaallaadveeb">
    <w:name w:val="Normal (Web)"/>
    <w:basedOn w:val="Normaallaad"/>
    <w:uiPriority w:val="99"/>
    <w:semiHidden/>
    <w:unhideWhenUsed/>
    <w:rsid w:val="00B44B39"/>
    <w:pPr>
      <w:spacing w:before="100" w:beforeAutospacing="1" w:after="100" w:afterAutospacing="1"/>
    </w:pPr>
    <w:rPr>
      <w:rFonts w:ascii="Aptos" w:eastAsiaTheme="minorHAnsi" w:hAnsi="Aptos" w:cs="Aptos"/>
      <w:lang w:eastAsia="et-EE"/>
    </w:rPr>
  </w:style>
  <w:style w:type="character" w:styleId="Tugev">
    <w:name w:val="Strong"/>
    <w:basedOn w:val="Liguvaikefont"/>
    <w:uiPriority w:val="22"/>
    <w:qFormat/>
    <w:rsid w:val="00B44B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9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a.saksing\KOV%20IT\ELVL%20Avalik%20-%20Dokumendid\AVALIK\ELVL%20kirjaplank%20ja%20&#252;ldplank%20ning%20milleks%20neid%20kasutada\ELVL%20kirjaplank%20_%2020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9" ma:contentTypeDescription="Loo uus dokument" ma:contentTypeScope="" ma:versionID="04fc6977a6f22b3bf709b6201cc5167e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c02d94989fb2733ea2d1ab1ff56f1960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Props1.xml><?xml version="1.0" encoding="utf-8"?>
<ds:datastoreItem xmlns:ds="http://schemas.openxmlformats.org/officeDocument/2006/customXml" ds:itemID="{D50FFC05-61D6-4327-800F-5D7F83693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_ 2023</Template>
  <TotalTime>170</TotalTime>
  <Pages>1</Pages>
  <Words>118</Words>
  <Characters>688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Angela Saksing</dc:creator>
  <cp:lastModifiedBy>Inga Köster</cp:lastModifiedBy>
  <cp:revision>20</cp:revision>
  <cp:lastPrinted>2024-03-21T07:49:00Z</cp:lastPrinted>
  <dcterms:created xsi:type="dcterms:W3CDTF">2024-03-22T10:22:00Z</dcterms:created>
  <dcterms:modified xsi:type="dcterms:W3CDTF">2024-03-22T12:34:00Z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